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B2821" w14:textId="77777777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01CDDA9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5D4CEC">
        <w:rPr>
          <w:rFonts w:ascii="Corbel" w:hAnsi="Corbel"/>
          <w:i/>
          <w:smallCaps/>
          <w:sz w:val="24"/>
          <w:szCs w:val="24"/>
        </w:rPr>
        <w:t>2019-2022</w:t>
      </w:r>
    </w:p>
    <w:p w14:paraId="64A6487E" w14:textId="67F7DEA3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5D4CEC">
        <w:rPr>
          <w:rFonts w:ascii="Corbel" w:hAnsi="Corbel"/>
          <w:sz w:val="20"/>
          <w:szCs w:val="20"/>
        </w:rPr>
        <w:t>1</w:t>
      </w:r>
      <w:r w:rsidR="00161727">
        <w:rPr>
          <w:rFonts w:ascii="Corbel" w:hAnsi="Corbel"/>
          <w:sz w:val="20"/>
          <w:szCs w:val="20"/>
        </w:rPr>
        <w:t>/202</w:t>
      </w:r>
      <w:r w:rsidR="005D4CEC">
        <w:rPr>
          <w:rFonts w:ascii="Corbel" w:hAnsi="Corbel"/>
          <w:sz w:val="20"/>
          <w:szCs w:val="20"/>
        </w:rPr>
        <w:t>2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6C09113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E/I/EP/C-1.13c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5F14669" w:rsidR="0085747A" w:rsidRPr="009C54AE" w:rsidRDefault="008D164A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482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189F1B4D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487BA7">
              <w:rPr>
                <w:rFonts w:ascii="Corbel" w:hAnsi="Corbel"/>
                <w:b w:val="0"/>
                <w:color w:val="auto"/>
                <w:sz w:val="22"/>
              </w:rPr>
              <w:t>5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7777777" w:rsidR="00015B8F" w:rsidRPr="009C54AE" w:rsidRDefault="00D53656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29BD816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661AC4BB" w:rsidR="00015B8F" w:rsidRPr="009C54AE" w:rsidRDefault="002E73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B94A2AE" w:rsidR="00015B8F" w:rsidRPr="009C54AE" w:rsidRDefault="001617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4DE2ADDF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</w:t>
      </w:r>
      <w:r w:rsidR="005D4CEC">
        <w:rPr>
          <w:rFonts w:ascii="Corbel" w:hAnsi="Corbel"/>
          <w:b w:val="0"/>
          <w:smallCaps w:val="0"/>
          <w:szCs w:val="24"/>
        </w:rPr>
        <w:t>j</w:t>
      </w:r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E715" w14:textId="3A01AF6F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474437">
              <w:rPr>
                <w:rFonts w:ascii="Corbel" w:hAnsi="Corbel"/>
                <w:b w:val="0"/>
                <w:szCs w:val="24"/>
              </w:rPr>
              <w:t>5</w:t>
            </w:r>
          </w:p>
          <w:p w14:paraId="5739CBBC" w14:textId="6CE1F2D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474437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8B767F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8B767F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0DBE3" w14:textId="3BF35AFE" w:rsidR="00E960BB" w:rsidRPr="00474437" w:rsidRDefault="0047443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4437">
        <w:rPr>
          <w:rFonts w:ascii="Corbel" w:hAnsi="Corbel"/>
          <w:b w:val="0"/>
          <w:smallCaps w:val="0"/>
          <w:szCs w:val="24"/>
        </w:rPr>
        <w:t>Ćwiczenia laboratoryjne obejmujące przygotowanie projektu – biznesplanu.</w:t>
      </w: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praca zaliczeniowa, którą jest biznes plan przedsiębiorstwa, lub przedsięwzięcia </w:t>
            </w:r>
            <w:r w:rsidRPr="008B767F">
              <w:rPr>
                <w:rFonts w:ascii="Corbel" w:hAnsi="Corbel"/>
                <w:bCs/>
                <w:sz w:val="24"/>
              </w:rPr>
              <w:lastRenderedPageBreak/>
              <w:t>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489EFF5F" w:rsidR="0085747A" w:rsidRPr="009C54AE" w:rsidRDefault="008D164A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5230BCD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6DF53564" w:rsidR="0085747A" w:rsidRPr="009C54AE" w:rsidRDefault="008949DD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B76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01675E18" w:rsidR="0085747A" w:rsidRPr="0037229F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T., Biznesplan pytania i odpowiedzi, Wydawnictwo </w:t>
            </w: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49.    Cyran K., Rola biznes planu w zarządzaniu małym i średnim przedsiębiorstwem, MODERN MANAGEMENT REVIEW, MMR, vol. XXIII, 24 (3/2018),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July-September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3511F" w14:textId="77777777" w:rsidR="007D13D8" w:rsidRDefault="007D13D8" w:rsidP="00C16ABF">
      <w:pPr>
        <w:spacing w:after="0" w:line="240" w:lineRule="auto"/>
      </w:pPr>
      <w:r>
        <w:separator/>
      </w:r>
    </w:p>
  </w:endnote>
  <w:endnote w:type="continuationSeparator" w:id="0">
    <w:p w14:paraId="18D56AD8" w14:textId="77777777" w:rsidR="007D13D8" w:rsidRDefault="007D13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84142" w14:textId="77777777" w:rsidR="007D13D8" w:rsidRDefault="007D13D8" w:rsidP="00C16ABF">
      <w:pPr>
        <w:spacing w:after="0" w:line="240" w:lineRule="auto"/>
      </w:pPr>
      <w:r>
        <w:separator/>
      </w:r>
    </w:p>
  </w:footnote>
  <w:footnote w:type="continuationSeparator" w:id="0">
    <w:p w14:paraId="6104D9EC" w14:textId="77777777" w:rsidR="007D13D8" w:rsidRDefault="007D13D8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73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0930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E73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4E3C"/>
    <w:rsid w:val="0042244A"/>
    <w:rsid w:val="0042745A"/>
    <w:rsid w:val="0043122F"/>
    <w:rsid w:val="00431D5C"/>
    <w:rsid w:val="004362C6"/>
    <w:rsid w:val="00437FA2"/>
    <w:rsid w:val="00445970"/>
    <w:rsid w:val="00461EFC"/>
    <w:rsid w:val="004652C2"/>
    <w:rsid w:val="004706D1"/>
    <w:rsid w:val="00471326"/>
    <w:rsid w:val="00474437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3D8"/>
    <w:rsid w:val="005C55E5"/>
    <w:rsid w:val="005C696A"/>
    <w:rsid w:val="005D4CE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D1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13D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E3B5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CE148-B0D7-4636-A7B7-DA639667B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99429B-23D5-4EEC-A591-E8FAB028AD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1220</Words>
  <Characters>7322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19</cp:revision>
  <cp:lastPrinted>2019-02-06T12:12:00Z</cp:lastPrinted>
  <dcterms:created xsi:type="dcterms:W3CDTF">2020-11-15T17:15:00Z</dcterms:created>
  <dcterms:modified xsi:type="dcterms:W3CDTF">2021-02-11T13:14:00Z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